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0129B63C" w14:textId="3F6DA8BB" w:rsidR="00DF19FF" w:rsidRPr="00DF19FF" w:rsidRDefault="00DF19FF" w:rsidP="00DF19FF">
      <w:pPr>
        <w:rPr>
          <w:rFonts w:cs="Arial"/>
          <w:color w:val="000000"/>
          <w:sz w:val="22"/>
        </w:rPr>
      </w:pPr>
      <w:bookmarkStart w:id="0" w:name="_Hlk159230922"/>
      <w:r w:rsidRPr="00DF19FF">
        <w:rPr>
          <w:rFonts w:cs="Arial"/>
          <w:b/>
          <w:sz w:val="22"/>
        </w:rPr>
        <w:t>Transpordiamet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  <w:t xml:space="preserve">Meie: </w:t>
      </w:r>
      <w:r w:rsidR="00CF73A9">
        <w:rPr>
          <w:rFonts w:cs="Arial"/>
          <w:color w:val="000000"/>
          <w:sz w:val="22"/>
        </w:rPr>
        <w:t>17</w:t>
      </w:r>
      <w:r w:rsidR="00B418EA">
        <w:rPr>
          <w:rFonts w:cs="Arial"/>
          <w:color w:val="000000"/>
          <w:sz w:val="22"/>
        </w:rPr>
        <w:t>.06</w:t>
      </w:r>
      <w:r w:rsidRPr="00DF19FF">
        <w:rPr>
          <w:rFonts w:cs="Arial"/>
          <w:color w:val="000000"/>
          <w:sz w:val="22"/>
        </w:rPr>
        <w:t>.202</w:t>
      </w:r>
      <w:r>
        <w:rPr>
          <w:rFonts w:cs="Arial"/>
          <w:color w:val="000000"/>
          <w:sz w:val="22"/>
        </w:rPr>
        <w:t>4</w:t>
      </w:r>
      <w:r w:rsidRPr="00DF19FF">
        <w:rPr>
          <w:rFonts w:cs="Arial"/>
          <w:color w:val="000000"/>
          <w:sz w:val="22"/>
        </w:rPr>
        <w:t xml:space="preserve"> nr JV-MAA-1/</w:t>
      </w:r>
      <w:r w:rsidR="00CD49AC">
        <w:rPr>
          <w:rFonts w:cs="Arial"/>
          <w:color w:val="000000"/>
          <w:sz w:val="22"/>
        </w:rPr>
        <w:t>4441</w:t>
      </w:r>
    </w:p>
    <w:p w14:paraId="3840C263" w14:textId="77777777" w:rsidR="00DF19FF" w:rsidRDefault="001A7171" w:rsidP="00DF19FF">
      <w:pPr>
        <w:rPr>
          <w:rFonts w:cs="Arial"/>
          <w:color w:val="000000"/>
          <w:sz w:val="22"/>
        </w:rPr>
      </w:pPr>
      <w:hyperlink r:id="rId10" w:history="1">
        <w:r w:rsidR="00DF19FF"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="00DF19FF" w:rsidRPr="00DF19FF">
        <w:rPr>
          <w:rFonts w:cs="Arial"/>
          <w:color w:val="000000"/>
          <w:sz w:val="22"/>
        </w:rPr>
        <w:t xml:space="preserve"> </w:t>
      </w:r>
    </w:p>
    <w:p w14:paraId="0CCAD238" w14:textId="77777777" w:rsidR="00DF19FF" w:rsidRPr="00DF19FF" w:rsidRDefault="00DF19FF" w:rsidP="00DF19FF">
      <w:pPr>
        <w:rPr>
          <w:rFonts w:cs="Arial"/>
          <w:color w:val="000000"/>
          <w:sz w:val="22"/>
        </w:rPr>
      </w:pPr>
    </w:p>
    <w:p w14:paraId="41EDD3FB" w14:textId="77777777" w:rsidR="000B2E35" w:rsidRPr="000B2E35" w:rsidRDefault="000B2E35" w:rsidP="000B2E35">
      <w:pPr>
        <w:spacing w:after="200"/>
        <w:jc w:val="both"/>
        <w:rPr>
          <w:rFonts w:ascii="Times New Roman" w:eastAsia="Calibri" w:hAnsi="Times New Roman"/>
          <w:color w:val="FF0000"/>
          <w:sz w:val="22"/>
          <w:szCs w:val="22"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082"/>
      </w:tblGrid>
      <w:tr w:rsidR="000B2E35" w:rsidRPr="000B2E35" w14:paraId="50B7BD01" w14:textId="77777777" w:rsidTr="00640C8E">
        <w:trPr>
          <w:trHeight w:val="417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EA2D4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1D9037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D66EF4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0F66B15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876DAD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02B7797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53BBF67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CEC09F4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646BFB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336974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56E5B8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B2E35" w:rsidRPr="000B2E35" w14:paraId="591266AA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A9E44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F6547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B2E35" w:rsidRPr="000B2E35" w14:paraId="5E12A1CE" w14:textId="77777777" w:rsidTr="00640C8E">
        <w:trPr>
          <w:trHeight w:val="272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96C03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8B18A4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B2E35" w:rsidRPr="000B2E35" w14:paraId="436BFFA5" w14:textId="77777777" w:rsidTr="00640C8E">
        <w:trPr>
          <w:trHeight w:val="42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637C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bookmarkStart w:id="1" w:name="_Hlk38622158" w:colFirst="1" w:colLast="1"/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267BE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bookmarkEnd w:id="1"/>
      <w:tr w:rsidR="000B2E35" w:rsidRPr="000B2E35" w14:paraId="1480DA9E" w14:textId="77777777" w:rsidTr="00640C8E">
        <w:trPr>
          <w:trHeight w:val="61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B35A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7864A44" w14:textId="7F1A8D9D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 w:rsidR="007558CE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 w:rsidR="004F75D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75DC038B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3441</w:t>
            </w:r>
          </w:p>
        </w:tc>
      </w:tr>
      <w:tr w:rsidR="000B2E35" w:rsidRPr="000B2E35" w14:paraId="1BADA9C2" w14:textId="77777777" w:rsidTr="00640C8E">
        <w:trPr>
          <w:trHeight w:val="94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2E4FA143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EA543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B2E35" w:rsidRPr="000B2E35" w14:paraId="3ED274E8" w14:textId="77777777" w:rsidTr="00640C8E">
        <w:trPr>
          <w:trHeight w:val="9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05640E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04DE6C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1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2DD59C7E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6E15DA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5E096B0" w14:textId="77777777" w:rsidTr="00640C8E">
        <w:trPr>
          <w:trHeight w:val="9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2ADBCCC3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D4B1E92" w14:textId="72DA8E4E" w:rsidR="000B2E35" w:rsidRPr="000B2E35" w:rsidRDefault="000B2E35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4F75DF">
              <w:rPr>
                <w:rFonts w:ascii="Calibri" w:eastAsia="Calibri" w:hAnsi="Calibri"/>
                <w:sz w:val="22"/>
                <w:szCs w:val="22"/>
                <w:lang w:val="et-EE"/>
              </w:rPr>
              <w:t>ga liitumisühendus</w:t>
            </w:r>
          </w:p>
        </w:tc>
      </w:tr>
      <w:tr w:rsidR="000B2E35" w:rsidRPr="000B2E35" w14:paraId="66288C6B" w14:textId="77777777" w:rsidTr="00640C8E">
        <w:trPr>
          <w:trHeight w:val="272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01BB00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0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FB967" w14:textId="77777777" w:rsidR="000B2E35" w:rsidRPr="000B2E35" w:rsidRDefault="000B2E35" w:rsidP="000B2E35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B2E35" w:rsidRPr="000B2E35" w14:paraId="502EF152" w14:textId="77777777" w:rsidTr="00640C8E">
        <w:trPr>
          <w:trHeight w:val="58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9FC33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8109607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BE59949" w14:textId="7BFDFE3F" w:rsidR="009A3658" w:rsidRPr="009A3658" w:rsidRDefault="000B2E35" w:rsidP="009A3658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nimetus ja </w:t>
            </w:r>
            <w:r w:rsidR="009A365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number </w:t>
            </w:r>
            <w:r w:rsidR="009A3658" w:rsidRPr="009A365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LC1484 </w:t>
            </w:r>
          </w:p>
          <w:p w14:paraId="0F587937" w14:textId="0DEECF16" w:rsidR="000B2E35" w:rsidRPr="000B2E35" w:rsidRDefault="009A3658" w:rsidP="009A3658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9A365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„Tamme tn 2 ja Uus-</w:t>
            </w:r>
            <w:proofErr w:type="spellStart"/>
            <w:r w:rsidRPr="009A365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Ratasepa</w:t>
            </w:r>
            <w:proofErr w:type="spellEnd"/>
            <w:r w:rsidRPr="009A365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kinnistute liitumine, Tõrvandi alevik“</w:t>
            </w:r>
            <w:r w:rsidR="00CB6338" w:rsidRPr="00CB633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</w:t>
            </w:r>
          </w:p>
        </w:tc>
      </w:tr>
      <w:tr w:rsidR="000B2E35" w:rsidRPr="000B2E35" w14:paraId="57CB9149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CB56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C9B575A" w14:textId="77777777" w:rsidR="000B2E35" w:rsidRDefault="000B2E35" w:rsidP="009A3658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 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="009A3658">
              <w:rPr>
                <w:rFonts w:ascii="Calibri" w:eastAsia="Calibri" w:hAnsi="Calibri"/>
                <w:sz w:val="22"/>
                <w:szCs w:val="22"/>
                <w:lang w:val="et-EE"/>
              </w:rPr>
              <w:t>Andres Pukka</w:t>
            </w:r>
          </w:p>
          <w:p w14:paraId="1AF8D9E3" w14:textId="03F85106" w:rsidR="009A3658" w:rsidRPr="000B2E35" w:rsidRDefault="009A3658" w:rsidP="009A3658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proofErr w:type="spellStart"/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Elram</w:t>
            </w:r>
            <w:proofErr w:type="spellEnd"/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B2E35" w:rsidRPr="000B2E35" w14:paraId="624821DA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83B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7720C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49307011" w14:textId="3278919D" w:rsidR="000B2E35" w:rsidRPr="000B2E35" w:rsidRDefault="006657F6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6657F6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02.08.2024 nr 7.1-2/24/13481-2</w:t>
            </w:r>
          </w:p>
        </w:tc>
      </w:tr>
      <w:tr w:rsidR="000B2E35" w:rsidRPr="000B2E35" w14:paraId="6FD7BA3E" w14:textId="77777777" w:rsidTr="00640C8E">
        <w:trPr>
          <w:trHeight w:val="312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4794B2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92024BD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12E49B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7CED044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41891FF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0985B7A" w14:textId="149DA46A" w:rsidR="000B2E35" w:rsidRPr="00F94DB4" w:rsidRDefault="000B2E35" w:rsidP="00E75115">
            <w:pPr>
              <w:numPr>
                <w:ilvl w:val="0"/>
                <w:numId w:val="8"/>
              </w:num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F94DB4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KOORMATAVA</w:t>
            </w:r>
            <w:r w:rsidR="00F94DB4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 xml:space="preserve"> </w:t>
            </w:r>
            <w:r w:rsidRPr="00F94DB4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 xml:space="preserve">RIIGITEE ANDMED </w:t>
            </w:r>
          </w:p>
          <w:p w14:paraId="3FFA214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DB5EFB" w14:textId="25D9E4B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Nimetus ja number: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Riigitee nr. </w:t>
            </w:r>
            <w:r w:rsidR="006657F6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 Tallinn</w:t>
            </w:r>
            <w:r w:rsidR="00C85DC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-tartu-Võru-Luhamaa</w:t>
            </w:r>
            <w:r w:rsidR="00CC705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tee</w:t>
            </w:r>
          </w:p>
        </w:tc>
      </w:tr>
      <w:tr w:rsidR="000B2E35" w:rsidRPr="000B2E35" w14:paraId="208D758F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10CE7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F6A207" w14:textId="69864E6F" w:rsid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Katastritunnus: </w:t>
            </w:r>
            <w:r w:rsidR="005A79CE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94901:007:1770</w:t>
            </w:r>
          </w:p>
          <w:p w14:paraId="19CE75E4" w14:textId="5F2B7419" w:rsidR="009612E0" w:rsidRPr="000B2E35" w:rsidRDefault="009612E0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Katastriüksuse nim</w:t>
            </w:r>
            <w:r w:rsidR="00BF064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i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</w:t>
            </w:r>
            <w:r w:rsidR="00C85DCA" w:rsidRPr="00C85DC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 Tallinn-</w:t>
            </w:r>
            <w:r w:rsidR="00C85DC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</w:t>
            </w:r>
            <w:r w:rsidR="00C85DCA" w:rsidRPr="00C85DC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artu-Võru-Luhamaa tee</w:t>
            </w:r>
            <w:r w:rsidR="00C85DC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T27</w:t>
            </w:r>
          </w:p>
        </w:tc>
      </w:tr>
      <w:tr w:rsidR="000B2E35" w:rsidRPr="000B2E35" w14:paraId="26771BB6" w14:textId="77777777" w:rsidTr="00640C8E">
        <w:trPr>
          <w:trHeight w:val="378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3BE98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13D0A4" w14:textId="56DB4272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Kinnistu registriosa number:</w:t>
            </w:r>
            <w:r w:rsidR="005A79CE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4699404</w:t>
            </w:r>
          </w:p>
          <w:p w14:paraId="7438147E" w14:textId="672D393A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Riigi kinnisvara objekti kood KV</w:t>
            </w:r>
            <w:r w:rsidR="00E44A24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49830</w:t>
            </w:r>
          </w:p>
        </w:tc>
      </w:tr>
      <w:tr w:rsidR="000B2E35" w:rsidRPr="000B2E35" w14:paraId="183466C3" w14:textId="77777777" w:rsidTr="00640C8E">
        <w:trPr>
          <w:trHeight w:val="45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EEB5C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4804E2" w14:textId="77777777" w:rsidR="000B2E35" w:rsidRPr="0086202A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86202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POS 1: elektri maakaabelliini rajamiseks</w:t>
            </w:r>
          </w:p>
          <w:p w14:paraId="49F0317C" w14:textId="1705DC25" w:rsidR="000B2E35" w:rsidRPr="0086202A" w:rsidRDefault="000B2E35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86202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Ruumikuju andmed: PARI ID </w:t>
            </w:r>
            <w:r w:rsidR="001E0A84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363800</w:t>
            </w:r>
          </w:p>
          <w:p w14:paraId="61E48E4F" w14:textId="58BBD16F" w:rsidR="007A06C1" w:rsidRPr="000B2E35" w:rsidRDefault="00CD49AC" w:rsidP="00CD49AC">
            <w:pPr>
              <w:jc w:val="both"/>
              <w:rPr>
                <w:rFonts w:ascii="Times New Roman" w:eastAsia="Calibri" w:hAnsi="Times New Roman"/>
                <w:i/>
                <w:iCs/>
                <w:color w:val="0070C0"/>
                <w:sz w:val="22"/>
                <w:szCs w:val="22"/>
                <w:u w:val="single"/>
                <w:lang w:val="et-EE"/>
              </w:rPr>
            </w:pPr>
            <w:hyperlink r:id="rId12" w:history="1">
              <w:r w:rsidRPr="00635CA4">
                <w:rPr>
                  <w:rStyle w:val="Hyperlink"/>
                  <w:rFonts w:ascii="Times New Roman" w:eastAsia="Calibri" w:hAnsi="Times New Roman"/>
                  <w:i/>
                  <w:iCs/>
                  <w:sz w:val="22"/>
                  <w:szCs w:val="22"/>
                  <w:lang w:val="et-EE"/>
                </w:rPr>
                <w:t>https://pari.kataster.ee/magic-link/0c834d2c-bf94-48f6-8ee2-5af22eb4f67d</w:t>
              </w:r>
            </w:hyperlink>
            <w:r>
              <w:rPr>
                <w:rFonts w:ascii="Times New Roman" w:eastAsia="Calibri" w:hAnsi="Times New Roman"/>
                <w:i/>
                <w:iCs/>
                <w:color w:val="0070C0"/>
                <w:sz w:val="22"/>
                <w:szCs w:val="22"/>
                <w:u w:val="single"/>
                <w:lang w:val="et-EE"/>
              </w:rPr>
              <w:t xml:space="preserve"> </w:t>
            </w:r>
          </w:p>
        </w:tc>
      </w:tr>
      <w:tr w:rsidR="00973871" w:rsidRPr="000B2E35" w14:paraId="4C3B237C" w14:textId="77777777" w:rsidTr="00640C8E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56F632" w14:textId="77777777" w:rsidR="00973871" w:rsidRPr="000B2E35" w:rsidRDefault="00973871" w:rsidP="0097387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C2FAE35" w14:textId="731DBC6B" w:rsidR="00973871" w:rsidRPr="000B2E35" w:rsidRDefault="00973871" w:rsidP="0097387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Elektrilevi OÜ</w:t>
            </w:r>
          </w:p>
        </w:tc>
      </w:tr>
      <w:tr w:rsidR="00973871" w:rsidRPr="000B2E35" w14:paraId="3957A1EC" w14:textId="77777777" w:rsidTr="00640C8E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D2C2F" w14:textId="77777777" w:rsidR="00973871" w:rsidRPr="000B2E35" w:rsidRDefault="00973871" w:rsidP="0097387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24BC46" w14:textId="5F28B8F2" w:rsidR="00973871" w:rsidRPr="007C2737" w:rsidRDefault="00973871" w:rsidP="0097387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7C273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Isikliku kasutusõiguse seadmise plaan</w:t>
            </w:r>
            <w:r w:rsidR="007C2737" w:rsidRPr="007C273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ja kooskõlastus</w:t>
            </w:r>
          </w:p>
        </w:tc>
      </w:tr>
      <w:bookmarkEnd w:id="0"/>
    </w:tbl>
    <w:p w14:paraId="478347FC" w14:textId="77777777" w:rsidR="00C450D5" w:rsidRDefault="00C450D5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24635D68" w14:textId="75DD57EE" w:rsidR="000B2E35" w:rsidRPr="000B2E35" w:rsidRDefault="000B2E35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0B2E35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</w:p>
    <w:p w14:paraId="7E312A4E" w14:textId="1D1E1C85" w:rsidR="00077D32" w:rsidRPr="00742C52" w:rsidRDefault="00C47436" w:rsidP="000B2E35">
      <w:pPr>
        <w:rPr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/allkirjastatud digitaalselt/</w:t>
      </w:r>
    </w:p>
    <w:sectPr w:rsidR="00077D32" w:rsidRPr="00742C52" w:rsidSect="00B03FC9">
      <w:headerReference w:type="first" r:id="rId13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3BB17" w14:textId="77777777" w:rsidR="00C60179" w:rsidRDefault="00C60179">
      <w:r>
        <w:separator/>
      </w:r>
    </w:p>
  </w:endnote>
  <w:endnote w:type="continuationSeparator" w:id="0">
    <w:p w14:paraId="4C1349B3" w14:textId="77777777" w:rsidR="00C60179" w:rsidRDefault="00C60179">
      <w:r>
        <w:continuationSeparator/>
      </w:r>
    </w:p>
  </w:endnote>
  <w:endnote w:type="continuationNotice" w:id="1">
    <w:p w14:paraId="4B3A228B" w14:textId="77777777" w:rsidR="00C60179" w:rsidRDefault="00C601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9A04D0" w14:textId="77777777" w:rsidR="00C60179" w:rsidRDefault="00C60179">
      <w:r>
        <w:separator/>
      </w:r>
    </w:p>
  </w:footnote>
  <w:footnote w:type="continuationSeparator" w:id="0">
    <w:p w14:paraId="381AFD32" w14:textId="77777777" w:rsidR="00C60179" w:rsidRDefault="00C60179">
      <w:r>
        <w:continuationSeparator/>
      </w:r>
    </w:p>
  </w:footnote>
  <w:footnote w:type="continuationNotice" w:id="1">
    <w:p w14:paraId="31D9C7CA" w14:textId="77777777" w:rsidR="00C60179" w:rsidRDefault="00C601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32631"/>
    <w:multiLevelType w:val="hybridMultilevel"/>
    <w:tmpl w:val="7E1A26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2B5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" w15:restartNumberingAfterBreak="0">
    <w:nsid w:val="1B53799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73D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758B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47D6B"/>
    <w:multiLevelType w:val="multilevel"/>
    <w:tmpl w:val="B0AC41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7" w15:restartNumberingAfterBreak="0">
    <w:nsid w:val="3D093A60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8" w15:restartNumberingAfterBreak="0">
    <w:nsid w:val="454534C9"/>
    <w:multiLevelType w:val="hybridMultilevel"/>
    <w:tmpl w:val="3BDE43D6"/>
    <w:lvl w:ilvl="0" w:tplc="0425000F">
      <w:start w:val="1"/>
      <w:numFmt w:val="decimal"/>
      <w:lvlText w:val="%1."/>
      <w:lvlJc w:val="left"/>
      <w:pPr>
        <w:ind w:left="502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659E9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0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CC677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D1B79"/>
    <w:multiLevelType w:val="multilevel"/>
    <w:tmpl w:val="5890E4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13" w15:restartNumberingAfterBreak="0">
    <w:nsid w:val="5FE1143C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4" w15:restartNumberingAfterBreak="0">
    <w:nsid w:val="60696A6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10657"/>
    <w:multiLevelType w:val="multilevel"/>
    <w:tmpl w:val="E0E0AE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29C3AB3"/>
    <w:multiLevelType w:val="multilevel"/>
    <w:tmpl w:val="495A9A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7" w15:restartNumberingAfterBreak="0">
    <w:nsid w:val="629D7D9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C2000"/>
    <w:multiLevelType w:val="multilevel"/>
    <w:tmpl w:val="9E34DB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D035E7E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0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C3C61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2" w15:restartNumberingAfterBreak="0">
    <w:nsid w:val="79D41B0B"/>
    <w:multiLevelType w:val="multilevel"/>
    <w:tmpl w:val="5630E2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num w:numId="1" w16cid:durableId="1853059836">
    <w:abstractNumId w:val="10"/>
  </w:num>
  <w:num w:numId="2" w16cid:durableId="1539471610">
    <w:abstractNumId w:val="10"/>
  </w:num>
  <w:num w:numId="3" w16cid:durableId="1211846081">
    <w:abstractNumId w:val="10"/>
  </w:num>
  <w:num w:numId="4" w16cid:durableId="274946052">
    <w:abstractNumId w:val="10"/>
  </w:num>
  <w:num w:numId="5" w16cid:durableId="656153406">
    <w:abstractNumId w:val="10"/>
  </w:num>
  <w:num w:numId="6" w16cid:durableId="11607285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3"/>
  </w:num>
  <w:num w:numId="8" w16cid:durableId="705328597">
    <w:abstractNumId w:val="8"/>
  </w:num>
  <w:num w:numId="9" w16cid:durableId="1474911736">
    <w:abstractNumId w:val="8"/>
  </w:num>
  <w:num w:numId="10" w16cid:durableId="739207277">
    <w:abstractNumId w:val="2"/>
  </w:num>
  <w:num w:numId="11" w16cid:durableId="2106614588">
    <w:abstractNumId w:val="14"/>
  </w:num>
  <w:num w:numId="12" w16cid:durableId="794061551">
    <w:abstractNumId w:val="4"/>
  </w:num>
  <w:num w:numId="13" w16cid:durableId="1783837735">
    <w:abstractNumId w:val="5"/>
  </w:num>
  <w:num w:numId="14" w16cid:durableId="620768946">
    <w:abstractNumId w:val="11"/>
  </w:num>
  <w:num w:numId="15" w16cid:durableId="499539151">
    <w:abstractNumId w:val="17"/>
  </w:num>
  <w:num w:numId="16" w16cid:durableId="2039315259">
    <w:abstractNumId w:val="13"/>
  </w:num>
  <w:num w:numId="17" w16cid:durableId="1694267086">
    <w:abstractNumId w:val="1"/>
  </w:num>
  <w:num w:numId="18" w16cid:durableId="1146514459">
    <w:abstractNumId w:val="12"/>
  </w:num>
  <w:num w:numId="19" w16cid:durableId="475418451">
    <w:abstractNumId w:val="15"/>
  </w:num>
  <w:num w:numId="20" w16cid:durableId="1295208846">
    <w:abstractNumId w:val="0"/>
  </w:num>
  <w:num w:numId="21" w16cid:durableId="917642241">
    <w:abstractNumId w:val="7"/>
  </w:num>
  <w:num w:numId="22" w16cid:durableId="1481069265">
    <w:abstractNumId w:val="19"/>
  </w:num>
  <w:num w:numId="23" w16cid:durableId="456529935">
    <w:abstractNumId w:val="9"/>
  </w:num>
  <w:num w:numId="24" w16cid:durableId="617299870">
    <w:abstractNumId w:val="21"/>
  </w:num>
  <w:num w:numId="25" w16cid:durableId="285697969">
    <w:abstractNumId w:val="16"/>
  </w:num>
  <w:num w:numId="26" w16cid:durableId="1667780873">
    <w:abstractNumId w:val="18"/>
  </w:num>
  <w:num w:numId="27" w16cid:durableId="1163743337">
    <w:abstractNumId w:val="22"/>
  </w:num>
  <w:num w:numId="28" w16cid:durableId="1235244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57A8D"/>
    <w:rsid w:val="00077D32"/>
    <w:rsid w:val="000903E8"/>
    <w:rsid w:val="000908E8"/>
    <w:rsid w:val="000943C7"/>
    <w:rsid w:val="000B2E35"/>
    <w:rsid w:val="000B3CE2"/>
    <w:rsid w:val="000B417F"/>
    <w:rsid w:val="000B4850"/>
    <w:rsid w:val="00131D0A"/>
    <w:rsid w:val="00143561"/>
    <w:rsid w:val="00146F8F"/>
    <w:rsid w:val="00156A2F"/>
    <w:rsid w:val="00161456"/>
    <w:rsid w:val="001618AE"/>
    <w:rsid w:val="0017684B"/>
    <w:rsid w:val="001918BD"/>
    <w:rsid w:val="0019253D"/>
    <w:rsid w:val="001A0C3A"/>
    <w:rsid w:val="001B4370"/>
    <w:rsid w:val="001E0A84"/>
    <w:rsid w:val="001E324A"/>
    <w:rsid w:val="00211D2D"/>
    <w:rsid w:val="00215382"/>
    <w:rsid w:val="00251F87"/>
    <w:rsid w:val="002569F2"/>
    <w:rsid w:val="00265430"/>
    <w:rsid w:val="002701D0"/>
    <w:rsid w:val="002726A3"/>
    <w:rsid w:val="002A798D"/>
    <w:rsid w:val="002D2C76"/>
    <w:rsid w:val="002D4D27"/>
    <w:rsid w:val="002E0EF7"/>
    <w:rsid w:val="0030294F"/>
    <w:rsid w:val="0033388C"/>
    <w:rsid w:val="00335CBC"/>
    <w:rsid w:val="003551E2"/>
    <w:rsid w:val="00357C22"/>
    <w:rsid w:val="003648B8"/>
    <w:rsid w:val="00382D66"/>
    <w:rsid w:val="003A0ECE"/>
    <w:rsid w:val="003B0D86"/>
    <w:rsid w:val="003C3108"/>
    <w:rsid w:val="003D0A93"/>
    <w:rsid w:val="003D57ED"/>
    <w:rsid w:val="003F5996"/>
    <w:rsid w:val="00442D2B"/>
    <w:rsid w:val="004455FC"/>
    <w:rsid w:val="00454AD8"/>
    <w:rsid w:val="00470107"/>
    <w:rsid w:val="00482DEA"/>
    <w:rsid w:val="00491AD7"/>
    <w:rsid w:val="004D1D70"/>
    <w:rsid w:val="004F75DF"/>
    <w:rsid w:val="005015D7"/>
    <w:rsid w:val="0050379B"/>
    <w:rsid w:val="00532D2F"/>
    <w:rsid w:val="005572A4"/>
    <w:rsid w:val="00582590"/>
    <w:rsid w:val="005A217D"/>
    <w:rsid w:val="005A75B8"/>
    <w:rsid w:val="005A79CE"/>
    <w:rsid w:val="005C24D9"/>
    <w:rsid w:val="005E2103"/>
    <w:rsid w:val="005F4CAF"/>
    <w:rsid w:val="005F5A08"/>
    <w:rsid w:val="00605B27"/>
    <w:rsid w:val="00625192"/>
    <w:rsid w:val="00627953"/>
    <w:rsid w:val="00640C8E"/>
    <w:rsid w:val="006466E4"/>
    <w:rsid w:val="00660072"/>
    <w:rsid w:val="006657F6"/>
    <w:rsid w:val="006736DE"/>
    <w:rsid w:val="00674CE7"/>
    <w:rsid w:val="00690323"/>
    <w:rsid w:val="006B28B7"/>
    <w:rsid w:val="006C22B1"/>
    <w:rsid w:val="006C4838"/>
    <w:rsid w:val="006F34A3"/>
    <w:rsid w:val="006F595A"/>
    <w:rsid w:val="00703BCB"/>
    <w:rsid w:val="0071017B"/>
    <w:rsid w:val="00726860"/>
    <w:rsid w:val="00735051"/>
    <w:rsid w:val="00742C52"/>
    <w:rsid w:val="0074688B"/>
    <w:rsid w:val="007558CE"/>
    <w:rsid w:val="0077377F"/>
    <w:rsid w:val="0078503D"/>
    <w:rsid w:val="00785BC4"/>
    <w:rsid w:val="007870BE"/>
    <w:rsid w:val="00797B52"/>
    <w:rsid w:val="007A06C1"/>
    <w:rsid w:val="007A21F0"/>
    <w:rsid w:val="007A5E5F"/>
    <w:rsid w:val="007C2737"/>
    <w:rsid w:val="007E637D"/>
    <w:rsid w:val="008250FC"/>
    <w:rsid w:val="0082604D"/>
    <w:rsid w:val="0086202A"/>
    <w:rsid w:val="00867D35"/>
    <w:rsid w:val="0087462B"/>
    <w:rsid w:val="0087587A"/>
    <w:rsid w:val="00887289"/>
    <w:rsid w:val="00897B9A"/>
    <w:rsid w:val="008A4D13"/>
    <w:rsid w:val="008E65B3"/>
    <w:rsid w:val="008F2A05"/>
    <w:rsid w:val="008F713B"/>
    <w:rsid w:val="00907E24"/>
    <w:rsid w:val="0092028B"/>
    <w:rsid w:val="00930BE5"/>
    <w:rsid w:val="00940144"/>
    <w:rsid w:val="009612E0"/>
    <w:rsid w:val="00962202"/>
    <w:rsid w:val="00973871"/>
    <w:rsid w:val="00995F05"/>
    <w:rsid w:val="009A3658"/>
    <w:rsid w:val="009D38F3"/>
    <w:rsid w:val="009D42CB"/>
    <w:rsid w:val="009D7D3A"/>
    <w:rsid w:val="009E181A"/>
    <w:rsid w:val="009E7E2A"/>
    <w:rsid w:val="00A250BE"/>
    <w:rsid w:val="00A27416"/>
    <w:rsid w:val="00A33A60"/>
    <w:rsid w:val="00A43A3D"/>
    <w:rsid w:val="00A65739"/>
    <w:rsid w:val="00A832DA"/>
    <w:rsid w:val="00AD0AB0"/>
    <w:rsid w:val="00AE1639"/>
    <w:rsid w:val="00B03FC9"/>
    <w:rsid w:val="00B060FD"/>
    <w:rsid w:val="00B33174"/>
    <w:rsid w:val="00B33B98"/>
    <w:rsid w:val="00B418EA"/>
    <w:rsid w:val="00B521C3"/>
    <w:rsid w:val="00BA17B3"/>
    <w:rsid w:val="00BC2385"/>
    <w:rsid w:val="00BC62D7"/>
    <w:rsid w:val="00BF064F"/>
    <w:rsid w:val="00BF0E4C"/>
    <w:rsid w:val="00C0020C"/>
    <w:rsid w:val="00C04347"/>
    <w:rsid w:val="00C34030"/>
    <w:rsid w:val="00C40448"/>
    <w:rsid w:val="00C4140E"/>
    <w:rsid w:val="00C450D5"/>
    <w:rsid w:val="00C47436"/>
    <w:rsid w:val="00C4762C"/>
    <w:rsid w:val="00C50A9A"/>
    <w:rsid w:val="00C53640"/>
    <w:rsid w:val="00C60179"/>
    <w:rsid w:val="00C84B10"/>
    <w:rsid w:val="00C85DCA"/>
    <w:rsid w:val="00C86912"/>
    <w:rsid w:val="00C95ABD"/>
    <w:rsid w:val="00C966E8"/>
    <w:rsid w:val="00CB31D7"/>
    <w:rsid w:val="00CB41F4"/>
    <w:rsid w:val="00CB6338"/>
    <w:rsid w:val="00CC5443"/>
    <w:rsid w:val="00CC7052"/>
    <w:rsid w:val="00CD49AC"/>
    <w:rsid w:val="00CE24E4"/>
    <w:rsid w:val="00CE5616"/>
    <w:rsid w:val="00CF73A9"/>
    <w:rsid w:val="00D24041"/>
    <w:rsid w:val="00D25D80"/>
    <w:rsid w:val="00D266EA"/>
    <w:rsid w:val="00D31BD2"/>
    <w:rsid w:val="00D4458D"/>
    <w:rsid w:val="00D453AE"/>
    <w:rsid w:val="00D53A64"/>
    <w:rsid w:val="00D75086"/>
    <w:rsid w:val="00D85382"/>
    <w:rsid w:val="00D94E00"/>
    <w:rsid w:val="00DA1B61"/>
    <w:rsid w:val="00DB17D9"/>
    <w:rsid w:val="00DC2830"/>
    <w:rsid w:val="00DD3288"/>
    <w:rsid w:val="00DD547F"/>
    <w:rsid w:val="00DF19FF"/>
    <w:rsid w:val="00E27A09"/>
    <w:rsid w:val="00E366A1"/>
    <w:rsid w:val="00E44A24"/>
    <w:rsid w:val="00E47970"/>
    <w:rsid w:val="00E6200E"/>
    <w:rsid w:val="00E73B2A"/>
    <w:rsid w:val="00EA1691"/>
    <w:rsid w:val="00EB79F8"/>
    <w:rsid w:val="00EC1493"/>
    <w:rsid w:val="00EC15EB"/>
    <w:rsid w:val="00ED26F8"/>
    <w:rsid w:val="00EE47F0"/>
    <w:rsid w:val="00EE4B09"/>
    <w:rsid w:val="00EF1105"/>
    <w:rsid w:val="00EF7F44"/>
    <w:rsid w:val="00F35DA6"/>
    <w:rsid w:val="00F50474"/>
    <w:rsid w:val="00F57588"/>
    <w:rsid w:val="00F669DE"/>
    <w:rsid w:val="00F67A7C"/>
    <w:rsid w:val="00F75059"/>
    <w:rsid w:val="00F87519"/>
    <w:rsid w:val="00F935D6"/>
    <w:rsid w:val="00F94DB4"/>
    <w:rsid w:val="00F94E63"/>
    <w:rsid w:val="00FA588A"/>
    <w:rsid w:val="00FA6F52"/>
    <w:rsid w:val="00FC232A"/>
    <w:rsid w:val="00FE6E29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  <w:style w:type="character" w:styleId="Strong">
    <w:name w:val="Strong"/>
    <w:basedOn w:val="DefaultParagraphFont"/>
    <w:uiPriority w:val="22"/>
    <w:qFormat/>
    <w:rsid w:val="008F71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0c834d2c-bf94-48f6-8ee2-5af22eb4f67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lvi.mannama@elektrilevi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maantee@transpordi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FFADA1-DE22-451B-B261-D3110FC49290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customXml/itemProps3.xml><?xml version="1.0" encoding="utf-8"?>
<ds:datastoreItem xmlns:ds="http://schemas.openxmlformats.org/officeDocument/2006/customXml" ds:itemID="{254E1A27-60B9-46ED-841E-57D1D5C4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0</TotalTime>
  <Pages>1</Pages>
  <Words>252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1711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2021-06-04T12:19:00Z</cp:lastPrinted>
  <dcterms:created xsi:type="dcterms:W3CDTF">2024-08-16T07:45:00Z</dcterms:created>
  <dcterms:modified xsi:type="dcterms:W3CDTF">2024-08-16T07:45:00Z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